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D4313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748" w:rsidRDefault="00B44748">
      <w:r>
        <w:separator/>
      </w:r>
    </w:p>
  </w:endnote>
  <w:endnote w:type="continuationSeparator" w:id="0">
    <w:p w:rsidR="00B44748" w:rsidRDefault="00B44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4313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43130">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748" w:rsidRDefault="00B44748">
      <w:r>
        <w:separator/>
      </w:r>
    </w:p>
  </w:footnote>
  <w:footnote w:type="continuationSeparator" w:id="0">
    <w:p w:rsidR="00B44748" w:rsidRDefault="00B4474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43130"/>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3BDDBFA7-F0C6-4687-95CD-0F6F149A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001B7-BF74-4036-BBD0-FFD0C82D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2054</Words>
  <Characters>11299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jlaumier (B08860)</cp:lastModifiedBy>
  <cp:revision>2</cp:revision>
  <cp:lastPrinted>2016-11-02T13:51:00Z</cp:lastPrinted>
  <dcterms:created xsi:type="dcterms:W3CDTF">2020-01-29T15:51:00Z</dcterms:created>
  <dcterms:modified xsi:type="dcterms:W3CDTF">2020-01-29T15:51:00Z</dcterms:modified>
</cp:coreProperties>
</file>